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466B0A">
      <w:pPr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-106" w:type="dxa"/>
        <w:tblLook w:val="01E0"/>
      </w:tblPr>
      <w:tblGrid>
        <w:gridCol w:w="5210"/>
        <w:gridCol w:w="5211"/>
      </w:tblGrid>
      <w:tr w:rsidR="00EA3ACE">
        <w:tc>
          <w:tcPr>
            <w:tcW w:w="5210" w:type="dxa"/>
          </w:tcPr>
          <w:p w:rsidR="00EA3ACE" w:rsidRPr="00A739BA" w:rsidRDefault="00EA3ACE" w:rsidP="00A739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39BA">
              <w:rPr>
                <w:rFonts w:ascii="Times New Roman" w:hAnsi="Times New Roman" w:cs="Times New Roman"/>
                <w:sz w:val="28"/>
                <w:szCs w:val="28"/>
              </w:rPr>
              <w:t>Об организации ведения в профессиональных образовательных организациях, находящихся в ведомственном подчинении Департамента Смоленской области по образованию, науке и делам молодежи учета обучающихся и их семей, находящихся в социально опасном положении</w:t>
            </w:r>
          </w:p>
        </w:tc>
        <w:tc>
          <w:tcPr>
            <w:tcW w:w="5211" w:type="dxa"/>
          </w:tcPr>
          <w:p w:rsidR="00EA3ACE" w:rsidRPr="00A739BA" w:rsidRDefault="00EA3ACE" w:rsidP="00A739B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EA3ACE" w:rsidRPr="00466B0A" w:rsidRDefault="00EA3ACE" w:rsidP="00466B0A">
      <w:pPr>
        <w:spacing w:after="0" w:line="240" w:lineRule="auto"/>
        <w:jc w:val="center"/>
        <w:rPr>
          <w:b/>
          <w:bCs/>
        </w:rPr>
      </w:pPr>
    </w:p>
    <w:p w:rsidR="00EA3ACE" w:rsidRDefault="00EA3ACE" w:rsidP="00C31380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Федеральным законом от 24.06.1999 № 120-ФЗ «Об основах системы безнадзорности и правонарушений несовершеннолетних», Федеральным законом от 29.12.2012 № 273-ФЗ «Об образовании в Российской Федерации»,</w:t>
      </w:r>
      <w:r w:rsidRPr="00C31380">
        <w:rPr>
          <w:rFonts w:ascii="Times New Roman" w:hAnsi="Times New Roman" w:cs="Times New Roman"/>
          <w:sz w:val="28"/>
          <w:szCs w:val="28"/>
        </w:rPr>
        <w:t xml:space="preserve"> в целях упорядочения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профессиональных образовательных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профилактической работы со студентами, </w:t>
      </w:r>
      <w:r w:rsidRPr="00C31380">
        <w:rPr>
          <w:rFonts w:ascii="Times New Roman" w:hAnsi="Times New Roman" w:cs="Times New Roman"/>
          <w:sz w:val="28"/>
          <w:szCs w:val="28"/>
        </w:rPr>
        <w:t>выявлению и учету обучающихся и семей,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находящихс</w:t>
      </w:r>
      <w:r>
        <w:rPr>
          <w:rFonts w:ascii="Times New Roman" w:hAnsi="Times New Roman" w:cs="Times New Roman"/>
          <w:sz w:val="28"/>
          <w:szCs w:val="28"/>
        </w:rPr>
        <w:t>я в социально опасном положении</w:t>
      </w:r>
    </w:p>
    <w:p w:rsidR="00EA3ACE" w:rsidRDefault="00EA3ACE" w:rsidP="00C3138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C3138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</w:t>
      </w:r>
      <w:r w:rsidRPr="00C31380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ю:</w:t>
      </w:r>
    </w:p>
    <w:p w:rsidR="00EA3ACE" w:rsidRPr="00C31380" w:rsidRDefault="00EA3ACE" w:rsidP="00C31380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C31380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1. Утвердить Инструкцию об организации и порядке ведения в профессиональных 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учета обучающихся и семей, находящихся в социально опасном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положении (приложение).</w:t>
      </w:r>
    </w:p>
    <w:p w:rsidR="00EA3ACE" w:rsidRDefault="00EA3ACE" w:rsidP="00612693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C31380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ям профессиональных образовательных организаций:</w:t>
      </w:r>
    </w:p>
    <w:p w:rsidR="00EA3ACE" w:rsidRPr="00C31380" w:rsidRDefault="00EA3ACE" w:rsidP="00612693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380">
        <w:rPr>
          <w:rFonts w:ascii="Times New Roman" w:hAnsi="Times New Roman" w:cs="Times New Roman"/>
          <w:sz w:val="28"/>
          <w:szCs w:val="28"/>
        </w:rPr>
        <w:t xml:space="preserve"> организовать учет обучающихся и семей, находящихся в социально опасном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положении.</w:t>
      </w:r>
    </w:p>
    <w:p w:rsidR="00EA3ACE" w:rsidRPr="00C31380" w:rsidRDefault="00EA3ACE" w:rsidP="00612693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31380">
        <w:rPr>
          <w:rFonts w:ascii="Times New Roman" w:hAnsi="Times New Roman" w:cs="Times New Roman"/>
          <w:sz w:val="28"/>
          <w:szCs w:val="28"/>
        </w:rPr>
        <w:t xml:space="preserve"> осуществлять оперативный взаимообмен информацией об обучающихся и семьях,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находящихся в социально опасном положении, состоящих на учете в профессиональной образовательной организации, подразделениях по делам несовершеннолетних ОВД, районных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комиссиях по делам несовершеннолетних и защите их прав, органах социальной защиты населения.</w:t>
      </w:r>
    </w:p>
    <w:p w:rsidR="00EA3ACE" w:rsidRPr="00C31380" w:rsidRDefault="00EA3ACE" w:rsidP="00612693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C31380">
        <w:rPr>
          <w:rFonts w:ascii="Times New Roman" w:hAnsi="Times New Roman" w:cs="Times New Roman"/>
          <w:sz w:val="28"/>
          <w:szCs w:val="28"/>
        </w:rPr>
        <w:t xml:space="preserve">рганизовать подготовку и направление </w:t>
      </w:r>
      <w:r w:rsidRPr="00AC5B33">
        <w:rPr>
          <w:rFonts w:ascii="Times New Roman" w:hAnsi="Times New Roman" w:cs="Times New Roman"/>
          <w:sz w:val="28"/>
          <w:szCs w:val="28"/>
          <w:highlight w:val="yellow"/>
        </w:rPr>
        <w:t>по установленной форме</w:t>
      </w:r>
      <w:r w:rsidRPr="00C31380">
        <w:rPr>
          <w:rFonts w:ascii="Times New Roman" w:hAnsi="Times New Roman" w:cs="Times New Roman"/>
          <w:sz w:val="28"/>
          <w:szCs w:val="28"/>
        </w:rPr>
        <w:t xml:space="preserve"> соответствующих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сведений об обучающихся и семьях, находящихся в социально опасном положении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состоящих на учете в профессиональной образовательной организации, в </w:t>
      </w:r>
      <w:r w:rsidRPr="00AC5B33">
        <w:rPr>
          <w:rFonts w:ascii="Times New Roman" w:hAnsi="Times New Roman" w:cs="Times New Roman"/>
          <w:sz w:val="28"/>
          <w:szCs w:val="28"/>
          <w:highlight w:val="yellow"/>
        </w:rPr>
        <w:t>Единую информационную базу данных о студентах</w:t>
      </w:r>
      <w:r w:rsidRPr="00C31380">
        <w:rPr>
          <w:rFonts w:ascii="Times New Roman" w:hAnsi="Times New Roman" w:cs="Times New Roman"/>
          <w:sz w:val="28"/>
          <w:szCs w:val="28"/>
        </w:rPr>
        <w:t xml:space="preserve">, подлежащих обучению в профессиональных образовательных организациях, реализующих программы, </w:t>
      </w:r>
      <w:r w:rsidRPr="00AC5B33">
        <w:rPr>
          <w:rFonts w:ascii="Times New Roman" w:hAnsi="Times New Roman" w:cs="Times New Roman"/>
          <w:sz w:val="28"/>
          <w:szCs w:val="28"/>
          <w:highlight w:val="yellow"/>
        </w:rPr>
        <w:t>Департамента Смоленской области по образованию, науке и делам молодёжи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AC5B33">
        <w:rPr>
          <w:rFonts w:ascii="Times New Roman" w:hAnsi="Times New Roman" w:cs="Times New Roman"/>
          <w:sz w:val="28"/>
          <w:szCs w:val="28"/>
          <w:highlight w:val="yellow"/>
        </w:rPr>
        <w:t>СОИРО</w:t>
      </w:r>
    </w:p>
    <w:p w:rsidR="00EA3ACE" w:rsidRDefault="00EA3ACE" w:rsidP="00612693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C31380">
        <w:rPr>
          <w:rFonts w:ascii="Times New Roman" w:hAnsi="Times New Roman" w:cs="Times New Roman"/>
          <w:sz w:val="28"/>
          <w:szCs w:val="28"/>
        </w:rPr>
        <w:t>существлять контроль за ведением в профессиональных образовательных организациях учета обучающихся и семей, находящихс</w:t>
      </w:r>
      <w:r>
        <w:rPr>
          <w:rFonts w:ascii="Times New Roman" w:hAnsi="Times New Roman" w:cs="Times New Roman"/>
          <w:sz w:val="28"/>
          <w:szCs w:val="28"/>
        </w:rPr>
        <w:t>я в социально опасном положении;</w:t>
      </w:r>
    </w:p>
    <w:p w:rsidR="00EA3ACE" w:rsidRPr="00C31380" w:rsidRDefault="00EA3ACE" w:rsidP="00612693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Отделу профессионального образования и науки Департамента (Ю.А. Глебов) п</w:t>
      </w:r>
      <w:r w:rsidRPr="00C31380">
        <w:rPr>
          <w:rFonts w:ascii="Times New Roman" w:hAnsi="Times New Roman" w:cs="Times New Roman"/>
          <w:sz w:val="28"/>
          <w:szCs w:val="28"/>
        </w:rPr>
        <w:t>роводить анализ работы профессиональных образовательных организаций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обучающимися и с</w:t>
      </w:r>
      <w:r>
        <w:rPr>
          <w:rFonts w:ascii="Times New Roman" w:hAnsi="Times New Roman" w:cs="Times New Roman"/>
          <w:sz w:val="28"/>
          <w:szCs w:val="28"/>
        </w:rPr>
        <w:t>емьями, находящимися на учете,</w:t>
      </w:r>
      <w:r w:rsidRPr="00C31380">
        <w:rPr>
          <w:rFonts w:ascii="Times New Roman" w:hAnsi="Times New Roman" w:cs="Times New Roman"/>
          <w:sz w:val="28"/>
          <w:szCs w:val="28"/>
        </w:rPr>
        <w:t xml:space="preserve"> два раза в течение учебного года (январь,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май) обсуждать его результаты на совещании руководителей профессиональных образовательных организаций. </w:t>
      </w:r>
    </w:p>
    <w:p w:rsidR="00EA3ACE" w:rsidRDefault="00EA3ACE" w:rsidP="00612693">
      <w:pPr>
        <w:tabs>
          <w:tab w:val="left" w:pos="567"/>
        </w:tabs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4. Контроль за исполнением данного приказа </w:t>
      </w:r>
      <w:r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EA3ACE" w:rsidRDefault="00EA3ACE" w:rsidP="00AC5B33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AC5B33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AC5B33">
      <w:pPr>
        <w:tabs>
          <w:tab w:val="left" w:pos="567"/>
        </w:tabs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C5B33">
        <w:rPr>
          <w:rFonts w:ascii="Times New Roman" w:hAnsi="Times New Roman" w:cs="Times New Roman"/>
          <w:b/>
          <w:bCs/>
          <w:sz w:val="28"/>
          <w:szCs w:val="28"/>
        </w:rPr>
        <w:t>Л.Б. Иваниченко</w:t>
      </w: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Pr="00C31380" w:rsidRDefault="00EA3ACE" w:rsidP="00AC5B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DC0C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DC0C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DC0C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Приложение</w:t>
      </w:r>
    </w:p>
    <w:p w:rsidR="00EA3ACE" w:rsidRPr="00C31380" w:rsidRDefault="00EA3ACE" w:rsidP="00DC0C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 приказу Департамента Смоленской области</w:t>
      </w:r>
    </w:p>
    <w:p w:rsidR="00EA3ACE" w:rsidRPr="00C31380" w:rsidRDefault="00EA3ACE" w:rsidP="00DC0C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yellow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 по образованию, науке и делам молодёжи</w:t>
      </w:r>
    </w:p>
    <w:p w:rsidR="00EA3ACE" w:rsidRPr="00C31380" w:rsidRDefault="00EA3ACE" w:rsidP="00110B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C5B3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AC5B33">
        <w:rPr>
          <w:rFonts w:ascii="Times New Roman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C5B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EA3ACE" w:rsidRDefault="00EA3ACE" w:rsidP="00110B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110BF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110B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</w:p>
    <w:p w:rsidR="00EA3ACE" w:rsidRPr="00C31380" w:rsidRDefault="00EA3ACE" w:rsidP="00110B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ОБ ОРГАНИЗАЦИИ И ПОРЯДКЕ ВЕДЕНИЯ В ПРОФЕССИОНАЛЬНЫХ</w:t>
      </w:r>
    </w:p>
    <w:p w:rsidR="00EA3ACE" w:rsidRPr="00C31380" w:rsidRDefault="00EA3ACE" w:rsidP="00110B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ОБРАЗОВАТЕЛЬНЫХ ОРГАНИЗАЦИЯХ УЧЕТА ОБУЧАЮЩИХСЯ И СЕМЕЙ,</w:t>
      </w:r>
    </w:p>
    <w:p w:rsidR="00EA3ACE" w:rsidRPr="00C31380" w:rsidRDefault="00EA3ACE" w:rsidP="00110B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НАХОДЯЩИХСЯ В СОЦИАЛЬНО ОПАСНОМ ПОЛОЖЕНИИ</w:t>
      </w:r>
    </w:p>
    <w:p w:rsidR="00EA3ACE" w:rsidRPr="00C31380" w:rsidRDefault="00EA3ACE" w:rsidP="00110B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Pr="00C31380" w:rsidRDefault="00EA3ACE" w:rsidP="00DC0C78">
      <w:pPr>
        <w:pStyle w:val="ListParagraph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EA3ACE" w:rsidRPr="00C31380" w:rsidRDefault="00EA3ACE" w:rsidP="00110BF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Pr="00C31380" w:rsidRDefault="00EA3ACE" w:rsidP="00DC0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24.06.1999 № 120-ФЗ «Об основах системы безнадзорности и правонарушений несовершеннолетних», Федеральным законом от 29.12.2012 № 273-ФЗ «Об образовании в Российской Федерации» </w:t>
      </w:r>
      <w:r w:rsidRPr="00C31380">
        <w:rPr>
          <w:rFonts w:ascii="Times New Roman" w:hAnsi="Times New Roman" w:cs="Times New Roman"/>
          <w:sz w:val="28"/>
          <w:szCs w:val="28"/>
        </w:rPr>
        <w:t>профессиональные образовательные организации:</w:t>
      </w:r>
    </w:p>
    <w:p w:rsidR="00EA3ACE" w:rsidRPr="00C31380" w:rsidRDefault="00EA3ACE" w:rsidP="00DC0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выявляют и ведут учет несовершеннолетних, находящихся в социально опасном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положении, а также не посещающих или систематически пропускающих по неуважительным причинам занятия в профессиональных образовательных организациях, принимают меры по их воспитанию и получению ими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образования;</w:t>
      </w:r>
    </w:p>
    <w:p w:rsidR="00EA3ACE" w:rsidRPr="00C31380" w:rsidRDefault="00EA3ACE" w:rsidP="00DC0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выявляют и ведут учет семей, находящихся в социально опасном положении,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оказывают им помощь в обучении и воспитании </w:t>
      </w:r>
      <w:r w:rsidRPr="00AC7231">
        <w:rPr>
          <w:rFonts w:ascii="Times New Roman" w:hAnsi="Times New Roman" w:cs="Times New Roman"/>
          <w:sz w:val="28"/>
          <w:szCs w:val="28"/>
        </w:rPr>
        <w:t>детей</w:t>
      </w:r>
      <w:r w:rsidRPr="00C31380">
        <w:rPr>
          <w:rFonts w:ascii="Times New Roman" w:hAnsi="Times New Roman" w:cs="Times New Roman"/>
          <w:sz w:val="28"/>
          <w:szCs w:val="28"/>
        </w:rPr>
        <w:t>.</w:t>
      </w:r>
    </w:p>
    <w:p w:rsidR="00EA3ACE" w:rsidRPr="00C31380" w:rsidRDefault="00EA3ACE" w:rsidP="00DC0C7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1.2. В Инструкции применяются следующие понятия:</w:t>
      </w:r>
    </w:p>
    <w:p w:rsidR="00EA3ACE" w:rsidRPr="00C31380" w:rsidRDefault="00EA3ACE" w:rsidP="00DC0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31380">
        <w:rPr>
          <w:rFonts w:ascii="Times New Roman" w:hAnsi="Times New Roman" w:cs="Times New Roman"/>
          <w:sz w:val="28"/>
          <w:szCs w:val="28"/>
        </w:rPr>
        <w:t xml:space="preserve">рофилактика безнадзорности и правонарушений обучающихся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C31380">
        <w:rPr>
          <w:rFonts w:ascii="Times New Roman" w:hAnsi="Times New Roman" w:cs="Times New Roman"/>
          <w:sz w:val="28"/>
          <w:szCs w:val="28"/>
        </w:rPr>
        <w:t xml:space="preserve"> система социальных,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правовых и педагогических мер, направленных на выявление и устранение причин и условий,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способствующих безнадзорности, правонарушениям, антиобщественным действиям обучающихся, осуществляемых в совокупности с индивидуальной профилактической работой с обучающимися и семьями, находящимис</w:t>
      </w:r>
      <w:r>
        <w:rPr>
          <w:rFonts w:ascii="Times New Roman" w:hAnsi="Times New Roman" w:cs="Times New Roman"/>
          <w:sz w:val="28"/>
          <w:szCs w:val="28"/>
        </w:rPr>
        <w:t>я в социально опасном положении;</w:t>
      </w:r>
    </w:p>
    <w:p w:rsidR="00EA3ACE" w:rsidRPr="00C31380" w:rsidRDefault="00EA3ACE" w:rsidP="00DC0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C31380">
        <w:rPr>
          <w:rFonts w:ascii="Times New Roman" w:hAnsi="Times New Roman" w:cs="Times New Roman"/>
          <w:sz w:val="28"/>
          <w:szCs w:val="28"/>
        </w:rPr>
        <w:t xml:space="preserve">ндивидуальная профилактическая работа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C31380">
        <w:rPr>
          <w:rFonts w:ascii="Times New Roman" w:hAnsi="Times New Roman" w:cs="Times New Roman"/>
          <w:sz w:val="28"/>
          <w:szCs w:val="28"/>
        </w:rPr>
        <w:t xml:space="preserve"> деятельность по своевременному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выявлению обучающихся и семей, находящихся в социально опасном положении, а также по их социально-педагогической реабилитации и (или) предупреждению совершения ими правонару</w:t>
      </w:r>
      <w:r>
        <w:rPr>
          <w:rFonts w:ascii="Times New Roman" w:hAnsi="Times New Roman" w:cs="Times New Roman"/>
          <w:sz w:val="28"/>
          <w:szCs w:val="28"/>
        </w:rPr>
        <w:t>шений и антиобщественных деяний;</w:t>
      </w:r>
    </w:p>
    <w:p w:rsidR="00EA3ACE" w:rsidRPr="00C31380" w:rsidRDefault="00EA3ACE" w:rsidP="00AC7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C31380">
        <w:rPr>
          <w:rFonts w:ascii="Times New Roman" w:hAnsi="Times New Roman" w:cs="Times New Roman"/>
          <w:sz w:val="28"/>
          <w:szCs w:val="28"/>
        </w:rPr>
        <w:t xml:space="preserve">есовершеннолетний, находящийся в социально опасном положении,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C31380">
        <w:rPr>
          <w:rFonts w:ascii="Times New Roman" w:hAnsi="Times New Roman" w:cs="Times New Roman"/>
          <w:sz w:val="28"/>
          <w:szCs w:val="28"/>
        </w:rPr>
        <w:t xml:space="preserve"> обучающийся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</w:t>
      </w:r>
      <w:r w:rsidRPr="00C31380">
        <w:rPr>
          <w:rFonts w:ascii="Times New Roman" w:hAnsi="Times New Roman" w:cs="Times New Roman"/>
          <w:sz w:val="28"/>
          <w:szCs w:val="28"/>
        </w:rPr>
        <w:t>образовательно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31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C31380">
        <w:rPr>
          <w:rFonts w:ascii="Times New Roman" w:hAnsi="Times New Roman" w:cs="Times New Roman"/>
          <w:sz w:val="28"/>
          <w:szCs w:val="28"/>
        </w:rPr>
        <w:t>, который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</w:t>
      </w:r>
      <w:r>
        <w:rPr>
          <w:rFonts w:ascii="Times New Roman" w:hAnsi="Times New Roman" w:cs="Times New Roman"/>
          <w:sz w:val="28"/>
          <w:szCs w:val="28"/>
        </w:rPr>
        <w:t xml:space="preserve"> или антиобщественные деяния;</w:t>
      </w:r>
    </w:p>
    <w:p w:rsidR="00EA3ACE" w:rsidRPr="00C31380" w:rsidRDefault="00EA3ACE" w:rsidP="00DC0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31380">
        <w:rPr>
          <w:rFonts w:ascii="Times New Roman" w:hAnsi="Times New Roman" w:cs="Times New Roman"/>
          <w:sz w:val="28"/>
          <w:szCs w:val="28"/>
        </w:rPr>
        <w:t xml:space="preserve">емья, находящаяся в социально опасном положении,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C31380">
        <w:rPr>
          <w:rFonts w:ascii="Times New Roman" w:hAnsi="Times New Roman" w:cs="Times New Roman"/>
          <w:sz w:val="28"/>
          <w:szCs w:val="28"/>
        </w:rPr>
        <w:t xml:space="preserve"> семья, имеющая обучающегося,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находящегося в социально опасном положении, а также семья, где родители (законные представители) обучающегося не исполняют своих обязанностей по его воспитанию, обучению и (или) содержанию и (или) отрицательно влияют на его поведени</w:t>
      </w:r>
      <w:r>
        <w:rPr>
          <w:rFonts w:ascii="Times New Roman" w:hAnsi="Times New Roman" w:cs="Times New Roman"/>
          <w:sz w:val="28"/>
          <w:szCs w:val="28"/>
        </w:rPr>
        <w:t>е либо жестоко обращаются с ним;</w:t>
      </w:r>
    </w:p>
    <w:p w:rsidR="00EA3ACE" w:rsidRPr="00C31380" w:rsidRDefault="00EA3ACE" w:rsidP="00AC7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C31380">
        <w:rPr>
          <w:rFonts w:ascii="Times New Roman" w:hAnsi="Times New Roman" w:cs="Times New Roman"/>
          <w:sz w:val="28"/>
          <w:szCs w:val="28"/>
        </w:rPr>
        <w:t>чет в профессиональной образовательной организации обучающихся и семей, находящихся в социально опасном положении (далее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внутриколледжный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(техникумовский) учет), </w:t>
      </w:r>
      <w:r>
        <w:rPr>
          <w:rFonts w:ascii="Times New Roman" w:hAnsi="Times New Roman" w:cs="Times New Roman"/>
          <w:sz w:val="28"/>
          <w:szCs w:val="28"/>
        </w:rPr>
        <w:t>‒</w:t>
      </w:r>
      <w:r w:rsidRPr="00C31380">
        <w:rPr>
          <w:rFonts w:ascii="Times New Roman" w:hAnsi="Times New Roman" w:cs="Times New Roman"/>
          <w:sz w:val="28"/>
          <w:szCs w:val="28"/>
        </w:rPr>
        <w:t xml:space="preserve"> система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профилактических мероприятий, осуществляемая </w:t>
      </w:r>
      <w:r>
        <w:rPr>
          <w:rFonts w:ascii="Times New Roman" w:hAnsi="Times New Roman" w:cs="Times New Roman"/>
          <w:sz w:val="28"/>
          <w:szCs w:val="28"/>
        </w:rPr>
        <w:t>профессиональной образовательной организацией</w:t>
      </w:r>
      <w:r w:rsidRPr="00C31380">
        <w:rPr>
          <w:rFonts w:ascii="Times New Roman" w:hAnsi="Times New Roman" w:cs="Times New Roman"/>
          <w:sz w:val="28"/>
          <w:szCs w:val="28"/>
        </w:rPr>
        <w:t xml:space="preserve"> в отношении обучающегося и сем</w:t>
      </w:r>
      <w:r>
        <w:rPr>
          <w:rFonts w:ascii="Times New Roman" w:hAnsi="Times New Roman" w:cs="Times New Roman"/>
          <w:sz w:val="28"/>
          <w:szCs w:val="28"/>
        </w:rPr>
        <w:t>ьи</w:t>
      </w:r>
      <w:r w:rsidRPr="00C31380">
        <w:rPr>
          <w:rFonts w:ascii="Times New Roman" w:hAnsi="Times New Roman" w:cs="Times New Roman"/>
          <w:sz w:val="28"/>
          <w:szCs w:val="28"/>
        </w:rPr>
        <w:t>, находящихся в социально опасном положении, которая направлена на:</w:t>
      </w:r>
    </w:p>
    <w:p w:rsidR="00EA3ACE" w:rsidRPr="00C31380" w:rsidRDefault="00EA3ACE" w:rsidP="00DC0C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предупреждение безнадзорности, правонарушений и других негативных проявлений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среде обучающихся;</w:t>
      </w:r>
    </w:p>
    <w:p w:rsidR="00EA3ACE" w:rsidRPr="00C31380" w:rsidRDefault="00EA3ACE" w:rsidP="00AC7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выявление и устранение причин и условий, способствующих безнадзорности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правонарушениям обучающихся;</w:t>
      </w:r>
    </w:p>
    <w:p w:rsidR="00EA3ACE" w:rsidRPr="00C31380" w:rsidRDefault="00EA3ACE" w:rsidP="00AC7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социально-педагогическую реабилитацию обучающихся и семей, находящихся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социально опасном положении.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A5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II. Основания постановки и снятия с внутриколледжного (техникумовского) учета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b/>
          <w:bCs/>
          <w:sz w:val="28"/>
          <w:szCs w:val="28"/>
        </w:rPr>
        <w:t>обучающихся и семей, находящихся в социально</w:t>
      </w:r>
    </w:p>
    <w:p w:rsidR="00EA3ACE" w:rsidRPr="00C31380" w:rsidRDefault="00EA3ACE" w:rsidP="00BA58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опасном положении</w:t>
      </w:r>
    </w:p>
    <w:p w:rsidR="00EA3ACE" w:rsidRPr="00C31380" w:rsidRDefault="00EA3ACE" w:rsidP="00BA58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2.1. Постановка на внутриколледжный (техникумовский) учет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носит профилактический характер и является основанием для организации индивидуальной профилактической работы.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2.2. На внутриколледжный (техникумовский) учет ставятся: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2.2.1. Обучающиеся: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не посещающие или систематически пропускающие без уважительных причин учебные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занятия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профессиональных образовательных организациях;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занимающиеся бродяжничеством или попрошайничеством;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совершившие противоправные действия и неоднократно нарушившие устав профессиональной образовательной организации и Правила поведения обучающегося;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-неуспевающие или оставленные по неуважительным причинам на повторный курс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обучения;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склонные к употреблению наркотических средств или психотропных веществ безназначения врача либо других психоактивных веществ;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причисляющие себя к неформальным объединениям и организациям антиобщественной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направленности;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состоящие на учете в подразделении по делам несовершеннолетних ОВД и районной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комиссии по делам несовершеннолетних и защите их прав.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 внутриколледжный (техникумовский) учет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также могут быть поставлены обучающиеся, возвратившиеся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специальных учебно-воспитательных учреждений или воспитательных колоний.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Постановка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на внутриколледжный (техникумовский) учет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осуществляется по совместному представлению (форма 1-шу) заместителя директора по воспитательной (социальной) работе и классного руководителя (воспитателя, социального педагога) и на основании решения Совета профилактики профессиональной образовательной организации.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 представлении должны быть обоснованы причины постановки обучающегося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внутриколледжный (техникумовский) учет, его характеристика.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 каждого обучающегося, поставленного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внутриколледжный (техникумовский) учет, классным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руководителем (воспитателем, социальным педагогом):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заводится карточка учета обучающегося (форма 2-шу), копия которой находится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заместителя директора по воспитательной (социальной) работе;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31380">
        <w:rPr>
          <w:rFonts w:ascii="Times New Roman" w:hAnsi="Times New Roman" w:cs="Times New Roman"/>
          <w:sz w:val="28"/>
          <w:szCs w:val="28"/>
        </w:rPr>
        <w:t>-совместно со специалистами и педагогами профессиональной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 участием сотрудников органов внутренних дел, социальной защиты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органов опеки и попечительства составляется план индивидуальной профилактической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 обучающимся (форма 3-шу), который утверждается заместителем директора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воспитательной (социальной) работе;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ведется карта индивидуального психолого-педагогического и профилактического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сопровождения обучающегося (форма 4-шу).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2.2.2. Семьи, в которых родители (законные представители):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не исполняют обязанностей по воспитанию, обучению и (или) содержанию своих детей;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злоупотребляют наркотиками и спиртными напитками;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отрицательно влияют на поведение несовершеннолетних, вовлекают их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противоправные действия (преступления, бродяжничество,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попрошайничество, проституцию, распространение и употребление наркотиков, спиртных напитков и т.д.);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допускают в отношении своих детей жестокое обращение и насилие.</w:t>
      </w:r>
    </w:p>
    <w:p w:rsidR="00EA3ACE" w:rsidRPr="00C31380" w:rsidRDefault="00EA3ACE" w:rsidP="00666B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31380">
        <w:rPr>
          <w:rFonts w:ascii="Times New Roman" w:hAnsi="Times New Roman" w:cs="Times New Roman"/>
          <w:sz w:val="28"/>
          <w:szCs w:val="28"/>
        </w:rPr>
        <w:t>На внутриколледжный (техникумовский) учет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ставятся семьи, имеющие детей, находящихся в социально опасном положении и состоящих на учете в профессиональной образовательной организации,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также семьи, состоящие на учете в органах внутренних дел, социальной защиты населения, районной комиссии по делам несовершеннолетних и защите их прав.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Постановка семьи на внутриколледжный (техникумовский) учет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осуществляется решением 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профилактики профессиональной образовательной организации на основании совместного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представления (форма </w:t>
      </w:r>
      <w:r>
        <w:rPr>
          <w:rFonts w:ascii="Times New Roman" w:hAnsi="Times New Roman" w:cs="Times New Roman"/>
          <w:sz w:val="28"/>
          <w:szCs w:val="28"/>
        </w:rPr>
        <w:br/>
      </w:r>
      <w:r w:rsidRPr="00C31380">
        <w:rPr>
          <w:rFonts w:ascii="Times New Roman" w:hAnsi="Times New Roman" w:cs="Times New Roman"/>
          <w:sz w:val="28"/>
          <w:szCs w:val="28"/>
        </w:rPr>
        <w:t>1-шс) заместителя директора по воспитательной (социальной) работе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классного руководителя (воспитателя, социального педагога). При необходимости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представлению приобщается информация из органов внутренних дел, социальной защиты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населения, опеки и попечительства, районной комиссии по делам несовершеннолетних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защите их прав.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 представлении должны быть обоснованы причины постановки семьи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внутриколледжный (техникумовский) учет, акт обследования материально-жилищных условий.</w:t>
      </w:r>
    </w:p>
    <w:p w:rsidR="00EA3ACE" w:rsidRPr="00C31380" w:rsidRDefault="00EA3ACE" w:rsidP="00AC72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 каждую семью, состоящую на внутриколледжном (техникумовском) учете, классным руководителем (воспитателем, социальным педагогом) заводится карточка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учета семьи (форма 2-шс), копия которой находится у заместителя директора по воспитательной (социальной) работе. Классный руководитель (воспитатель, социальный педагог) совместно со специалистами и педагогами профессиональной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 участием сотрудников органов внутренних дел, социальной защиты населения, опеки и попечительства составляет план индивидуальной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профилактической работы с семьей (форма 3-шс), который утверждается заместителем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директора по воспитательной (социальной) работе, ведет карту индивидуальной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профилактической работы и психолого-педагогического сопровождения семьи (форма 4-шс).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2.3. Заместитель директора по воспитательной (социальной) работе ежеквартально (до 5числа первого месяца следующего квартала) осуществляет сверку данных об обучающихся и семьях, находящихся в социально опасном положении, состоящих на учете в органах внутренних дел и социальной защиты населения, районной комиссии по делам несовершеннолетних и защите их прав.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31380">
        <w:rPr>
          <w:rFonts w:ascii="Times New Roman" w:hAnsi="Times New Roman" w:cs="Times New Roman"/>
          <w:sz w:val="28"/>
          <w:szCs w:val="28"/>
        </w:rPr>
        <w:t>2.4. Снятие с внутриколледжного (техникумовского)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обучающихся или семей осуществляется по решению Совета профилактики профессиональной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совместного представления заместителя директора по воспитательной (социальной) работе,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классного руководителя (воспитателя, социального педагога), а также при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соответствующей информации из подразделения по делам несовершеннолетних ОВД,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социальной защиты населения о позитивных изменениях обстоятельств жизни обучающегося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или семьи, указанных в данном разделе настоящей Инструкции.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Кроме того, с внутриколледжного (техникумовского)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снимаются обучающиеся: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окончившие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профессиональную образовательную организацию;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сменившие место жительства или перешедшие в другую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профессиональную образовательную организацию;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направленные в специальное учебно-воспитательное учреждение;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а также по другим объективным причинам.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7231">
        <w:rPr>
          <w:rFonts w:ascii="Times New Roman" w:hAnsi="Times New Roman" w:cs="Times New Roman"/>
          <w:sz w:val="28"/>
          <w:szCs w:val="28"/>
          <w:highlight w:val="yellow"/>
        </w:rPr>
        <w:t>2.5. Сведения об обучающихся и семьях, состоящих внутриколледжном (техникумовском) учете в профессиональной образовательной организации, направляются по установленной форме в окружное управление образования. Окружное управление образования - в Единую информационную базу данных о студентах, подлежащих обучению в профессиональной образовательной организации, реализующих программы, Департамента Смоленской области по образованию, науке и делам молодёжи.</w:t>
      </w:r>
    </w:p>
    <w:p w:rsidR="00EA3ACE" w:rsidRPr="00C31380" w:rsidRDefault="00EA3ACE" w:rsidP="00485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7F43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III. Ответственность и контроль за ведением внутриколледжного (техникумовского) учета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b/>
          <w:bCs/>
          <w:sz w:val="28"/>
          <w:szCs w:val="28"/>
        </w:rPr>
        <w:t>обучающихся и семей, находящихся в социально</w:t>
      </w:r>
    </w:p>
    <w:p w:rsidR="00EA3ACE" w:rsidRPr="00C31380" w:rsidRDefault="00EA3ACE" w:rsidP="007F43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опасном положении</w:t>
      </w:r>
    </w:p>
    <w:p w:rsidR="00EA3ACE" w:rsidRPr="00C31380" w:rsidRDefault="00EA3ACE" w:rsidP="007F43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3.1. Ответственность за организацию ведения внутриколледжного (техникумовского) учета, оформление соответствующей документации, а также за взаимодействие с другими органами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учреждениями системы профилактики безнадзорности и правонарушений несовершеннолетних возлагается приказом директора профессиональной образовательной организации на заместителя директора по воспитательной (социальной) работе, а непосредственное ведение учета - на классного руководителя (воспитателя, социального педагога).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(социальной) работе: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оказывает организационно-методическую помощь классным руководителям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(воспитателям, социальным педагогам) в ведении внутриколледжного (техникумовского) учета;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ведет анализ условий и причин негативных проявлений среди обучающихся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определяет меры по их устранению;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формирует банк данных профессиональной образовательной организации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обучающихся и семьях, находящихся в социально опасном положении;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 готовит соответствующую информацию о деятельности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образовательного учреждения по профилактике безнадзорности и правонарушений обучающихся.</w:t>
      </w:r>
    </w:p>
    <w:p w:rsidR="00EA3ACE" w:rsidRPr="00C31380" w:rsidRDefault="00EA3ACE" w:rsidP="00485B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3.2. Контроль за качеством исполнения проводимой в соответствии с настоящей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Инструкцией работы возлагается на </w:t>
      </w: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C31380">
        <w:rPr>
          <w:rFonts w:ascii="Times New Roman" w:hAnsi="Times New Roman" w:cs="Times New Roman"/>
          <w:sz w:val="28"/>
          <w:szCs w:val="28"/>
        </w:rPr>
        <w:t xml:space="preserve"> профессиональной образовательной организации</w:t>
      </w:r>
    </w:p>
    <w:p w:rsidR="00EA3ACE" w:rsidRPr="00C31380" w:rsidRDefault="00EA3ACE" w:rsidP="00485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85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85B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7F43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Pr="00C31380" w:rsidRDefault="00EA3ACE" w:rsidP="007F43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1-шу</w:t>
      </w:r>
    </w:p>
    <w:p w:rsidR="00EA3ACE" w:rsidRPr="00C31380" w:rsidRDefault="00EA3ACE" w:rsidP="00AC7231">
      <w:pPr>
        <w:tabs>
          <w:tab w:val="left" w:pos="7655"/>
          <w:tab w:val="left" w:pos="8222"/>
          <w:tab w:val="left" w:pos="10205"/>
        </w:tabs>
        <w:spacing w:after="0" w:line="240" w:lineRule="auto"/>
        <w:ind w:right="-55"/>
        <w:jc w:val="right"/>
        <w:rPr>
          <w:rFonts w:ascii="Times New Roman" w:eastAsia="Batang" w:hAnsi="Times New Roman" w:cs="Times New Roman"/>
          <w:sz w:val="28"/>
          <w:szCs w:val="28"/>
        </w:rPr>
      </w:pPr>
      <w:r w:rsidRPr="00C31380">
        <w:rPr>
          <w:rFonts w:ascii="Times New Roman" w:eastAsia="Batang" w:hAnsi="Times New Roman" w:cs="Times New Roman"/>
          <w:sz w:val="28"/>
          <w:szCs w:val="28"/>
        </w:rPr>
        <w:t>В Совет профилактики</w:t>
      </w:r>
    </w:p>
    <w:p w:rsidR="00EA3ACE" w:rsidRPr="00C31380" w:rsidRDefault="00EA3ACE" w:rsidP="00AC7231">
      <w:pPr>
        <w:tabs>
          <w:tab w:val="left" w:pos="7655"/>
          <w:tab w:val="left" w:pos="8222"/>
          <w:tab w:val="left" w:pos="10205"/>
        </w:tabs>
        <w:spacing w:after="0" w:line="240" w:lineRule="auto"/>
        <w:ind w:right="-55"/>
        <w:jc w:val="right"/>
        <w:rPr>
          <w:rFonts w:ascii="Times New Roman" w:eastAsia="Batang" w:hAnsi="Times New Roman" w:cs="Times New Roman"/>
          <w:sz w:val="28"/>
          <w:szCs w:val="28"/>
        </w:rPr>
      </w:pPr>
      <w:r w:rsidRPr="00C31380">
        <w:rPr>
          <w:rFonts w:ascii="Times New Roman" w:eastAsia="Batang" w:hAnsi="Times New Roman" w:cs="Times New Roman"/>
          <w:sz w:val="28"/>
          <w:szCs w:val="28"/>
        </w:rPr>
        <w:t>____________________________</w:t>
      </w:r>
    </w:p>
    <w:p w:rsidR="00EA3ACE" w:rsidRPr="00C31380" w:rsidRDefault="00EA3ACE" w:rsidP="00AC7231">
      <w:pPr>
        <w:tabs>
          <w:tab w:val="left" w:pos="7655"/>
          <w:tab w:val="left" w:pos="8222"/>
          <w:tab w:val="left" w:pos="10205"/>
        </w:tabs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73E2">
        <w:rPr>
          <w:rFonts w:ascii="Times New Roman" w:eastAsia="Batang" w:hAnsi="Times New Roman" w:cs="Times New Roman"/>
          <w:sz w:val="20"/>
          <w:szCs w:val="20"/>
        </w:rPr>
        <w:t>(название профессиональной образовательной организации</w:t>
      </w:r>
      <w:r w:rsidRPr="00C373E2">
        <w:rPr>
          <w:rFonts w:ascii="Times New Roman" w:hAnsi="Times New Roman" w:cs="Times New Roman"/>
          <w:sz w:val="20"/>
          <w:szCs w:val="20"/>
        </w:rPr>
        <w:t>)</w:t>
      </w:r>
    </w:p>
    <w:p w:rsidR="00EA3ACE" w:rsidRPr="00C31380" w:rsidRDefault="00EA3ACE" w:rsidP="00E27682">
      <w:pPr>
        <w:tabs>
          <w:tab w:val="left" w:pos="7655"/>
          <w:tab w:val="left" w:pos="8222"/>
        </w:tabs>
        <w:spacing w:after="0" w:line="240" w:lineRule="auto"/>
        <w:ind w:right="1275"/>
        <w:jc w:val="right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 ПОСТАНОВКУ НА ВНУТРИКОЛЛЕДЖНЫЙ (ТЕХНИКУМОВСКИЙ) УЧЕТ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Фамилия ______________ имя _______</w:t>
      </w:r>
      <w:r>
        <w:rPr>
          <w:rFonts w:ascii="Times New Roman" w:hAnsi="Times New Roman" w:cs="Times New Roman"/>
          <w:sz w:val="28"/>
          <w:szCs w:val="28"/>
        </w:rPr>
        <w:t>____ отчество ___________________________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обучающегося __________ </w:t>
      </w:r>
      <w:r>
        <w:rPr>
          <w:rFonts w:ascii="Times New Roman" w:hAnsi="Times New Roman" w:cs="Times New Roman"/>
          <w:sz w:val="28"/>
          <w:szCs w:val="28"/>
        </w:rPr>
        <w:t>курса</w:t>
      </w:r>
      <w:r w:rsidRPr="00C31380">
        <w:rPr>
          <w:rFonts w:ascii="Times New Roman" w:hAnsi="Times New Roman" w:cs="Times New Roman"/>
          <w:sz w:val="28"/>
          <w:szCs w:val="28"/>
        </w:rPr>
        <w:t xml:space="preserve"> _____________ год рождения 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EA3ACE" w:rsidRPr="00C31380" w:rsidRDefault="00EA3ACE" w:rsidP="00AC7231">
      <w:pPr>
        <w:tabs>
          <w:tab w:val="left" w:pos="7655"/>
          <w:tab w:val="left" w:pos="8222"/>
          <w:tab w:val="left" w:pos="8364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а также по представлению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A3ACE" w:rsidRPr="00B70692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center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(ПДН ОВД, КДН, органов социальной защиты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B70692">
        <w:rPr>
          <w:rFonts w:ascii="Times New Roman" w:hAnsi="Times New Roman" w:cs="Times New Roman"/>
          <w:sz w:val="20"/>
          <w:szCs w:val="20"/>
        </w:rPr>
        <w:t xml:space="preserve"> опеки (попечительства)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A3ACE" w:rsidRDefault="00EA3ACE" w:rsidP="00B70692">
      <w:pPr>
        <w:tabs>
          <w:tab w:val="left" w:pos="7655"/>
          <w:tab w:val="left" w:pos="8222"/>
        </w:tabs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 считаем </w:t>
      </w:r>
      <w:r w:rsidRPr="00C31380">
        <w:rPr>
          <w:rFonts w:ascii="Times New Roman" w:hAnsi="Times New Roman" w:cs="Times New Roman"/>
          <w:sz w:val="28"/>
          <w:szCs w:val="28"/>
        </w:rPr>
        <w:t>необходимым ______________________ обучающегося _____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3ACE" w:rsidRPr="00B70692" w:rsidRDefault="00EA3ACE" w:rsidP="00B70692">
      <w:pPr>
        <w:tabs>
          <w:tab w:val="left" w:pos="7655"/>
          <w:tab w:val="left" w:pos="8222"/>
        </w:tabs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(Ф.И.О.)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поставить на внутриколледжный (техникумовский) учет обучающихся, находящихся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социально опасном положении.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(социальной) работе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 (воспитатель, социальный педагог)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"__" __________ 20__ г.</w:t>
      </w:r>
    </w:p>
    <w:p w:rsidR="00EA3ACE" w:rsidRPr="00C31380" w:rsidRDefault="00EA3ACE" w:rsidP="00AC7231">
      <w:pPr>
        <w:tabs>
          <w:tab w:val="left" w:pos="7655"/>
          <w:tab w:val="left" w:pos="8222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E27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7F43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Pr="00C31380" w:rsidRDefault="00EA3ACE" w:rsidP="007F43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2-шу</w:t>
      </w:r>
    </w:p>
    <w:p w:rsidR="00EA3ACE" w:rsidRPr="00C31380" w:rsidRDefault="00EA3ACE" w:rsidP="007F43C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AC7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УЧЕТНАЯ КАРТОЧКА ОБУЧАЮЩЕГОСЯ,</w:t>
      </w:r>
    </w:p>
    <w:p w:rsidR="00EA3ACE" w:rsidRPr="00C31380" w:rsidRDefault="00EA3ACE" w:rsidP="00AC7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НАХОДЯЩЕГОСЯ В СОЦИАЛЬНО ОПАСНОМ ПОЛОЖЕНИИ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1. Профессиональная образовательная организация 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2. Курс 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A3ACE" w:rsidRPr="00C31380" w:rsidRDefault="00EA3ACE" w:rsidP="00AC723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3. Фамилия ______________ имя ____________ отчество 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4. Дата рождения ___________________ Место фактического проживания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(почтовый адрес)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5. Место регистрации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6. Социальный статус семьи: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A3ACE" w:rsidRPr="00B70692" w:rsidRDefault="00EA3ACE" w:rsidP="00AC723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(полноценная, многодетная, одинокая мать/отец, малообеспеченная, опекунская)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7. Сведения о родителях: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Мать: фамилия ___________ имя ___________ отчество __________________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Отец: фамилия ___________ имя ___________ отчество __________________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Опекун (попечитель): фамилия _______ имя ________ отчество 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8. В семье также проживают __________________________________________</w:t>
      </w:r>
    </w:p>
    <w:p w:rsidR="00EA3ACE" w:rsidRPr="00B70692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(братья, сестры, бабушка, дедушка и т.д.)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9. Состоит на учете __________________________________________________</w:t>
      </w:r>
    </w:p>
    <w:p w:rsidR="00EA3ACE" w:rsidRPr="00B70692" w:rsidRDefault="00EA3ACE" w:rsidP="00AC723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(ПДН ОВД, КДН, причины, дата постановки)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10. Основания и дата постановки на внутриколледжный (техникумовский) учет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A3ACE" w:rsidRPr="00C373E2" w:rsidRDefault="00EA3ACE" w:rsidP="00C373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373E2">
        <w:rPr>
          <w:rFonts w:ascii="Times New Roman" w:hAnsi="Times New Roman" w:cs="Times New Roman"/>
          <w:sz w:val="20"/>
          <w:szCs w:val="20"/>
        </w:rPr>
        <w:t>(причины, по представлению, дата решения Совета профилактики)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11. Снят с внутриколледжного (техникумовского) учета ___________________________________________________________________</w:t>
      </w:r>
    </w:p>
    <w:p w:rsidR="00EA3ACE" w:rsidRPr="00B70692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(основание, по представлению,</w:t>
      </w:r>
      <w:r w:rsidRPr="00B70692">
        <w:rPr>
          <w:rFonts w:ascii="Times New Roman" w:hAnsi="Times New Roman" w:cs="Times New Roman"/>
          <w:sz w:val="28"/>
          <w:szCs w:val="28"/>
        </w:rPr>
        <w:t xml:space="preserve"> </w:t>
      </w:r>
      <w:r w:rsidRPr="00B70692">
        <w:rPr>
          <w:rFonts w:ascii="Times New Roman" w:hAnsi="Times New Roman" w:cs="Times New Roman"/>
          <w:sz w:val="20"/>
          <w:szCs w:val="20"/>
        </w:rPr>
        <w:t>дата решения Совета профилактики)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A3ACE" w:rsidRPr="00C31380" w:rsidRDefault="00EA3ACE" w:rsidP="00AC7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AC7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Краткая характеристика обучающегося</w:t>
      </w:r>
    </w:p>
    <w:p w:rsidR="00EA3ACE" w:rsidRPr="00C31380" w:rsidRDefault="00EA3ACE" w:rsidP="00AC7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(Уровень обученности, сведения о причинах постановки навнутриколледжный (техникумовский) учет, круг общения, характер взаимоотношений в семье, со сверстниками, взрослыми, вредные привычки, интересы, увлечения и др.)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(социальной) работе ____________</w:t>
      </w:r>
    </w:p>
    <w:p w:rsidR="00EA3ACE" w:rsidRPr="00C31380" w:rsidRDefault="00EA3ACE" w:rsidP="00AC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руководитель,  __________________________</w:t>
      </w:r>
    </w:p>
    <w:p w:rsidR="00EA3ACE" w:rsidRDefault="00EA3ACE" w:rsidP="00E27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E27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E276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7F43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Pr="00C31380" w:rsidRDefault="00EA3ACE" w:rsidP="007F43C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3-шу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Утверждаю: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Заместитель директора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"__" _________ 20____г.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7F43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ПЛАН</w:t>
      </w:r>
    </w:p>
    <w:p w:rsidR="00EA3ACE" w:rsidRPr="00C31380" w:rsidRDefault="00EA3ACE" w:rsidP="007F43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ИНДИВИДУАЛЬНОЙ ВОСПИТАТЕЛЬНО-ПРОФИЛАКТИЧЕСКОЙ РАБОТЫ</w:t>
      </w:r>
    </w:p>
    <w:p w:rsidR="00EA3ACE" w:rsidRPr="00C31380" w:rsidRDefault="00EA3ACE" w:rsidP="007F43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50D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 обучающимся __________ курса___________________________________________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A3ACE" w:rsidRPr="00C31380" w:rsidRDefault="00EA3ACE" w:rsidP="00450D4A">
      <w:pPr>
        <w:spacing w:after="0" w:line="240" w:lineRule="auto"/>
        <w:ind w:right="1133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(название профессиональной образовательной организации)</w:t>
      </w:r>
    </w:p>
    <w:tbl>
      <w:tblPr>
        <w:tblW w:w="102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691"/>
        <w:gridCol w:w="2393"/>
        <w:gridCol w:w="2393"/>
      </w:tblGrid>
      <w:tr w:rsidR="00EA3ACE" w:rsidRPr="00C31380">
        <w:trPr>
          <w:trHeight w:val="573"/>
        </w:trPr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ind w:right="-551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EA3ACE" w:rsidRPr="00C31380">
        <w:trPr>
          <w:trHeight w:val="836"/>
        </w:trPr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77" w:type="dxa"/>
            <w:gridSpan w:val="3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Взаимодействие со специалистами и другими педагогами</w:t>
            </w:r>
          </w:p>
          <w:p w:rsidR="00EA3ACE" w:rsidRPr="00C31380" w:rsidRDefault="00EA3ACE" w:rsidP="003C10CE">
            <w:pPr>
              <w:spacing w:after="0" w:line="240" w:lineRule="auto"/>
              <w:ind w:right="1133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профессиональной образовательной организации (психолог, социальный педагог, воспитатель и др.)</w:t>
            </w: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ind w:left="602" w:hanging="60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77" w:type="dxa"/>
            <w:gridSpan w:val="3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Учебно-воспитательная деятельность (учителя-предметники,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 и др.)</w:t>
            </w: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77" w:type="dxa"/>
            <w:gridSpan w:val="3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Работа с семьей</w:t>
            </w: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77" w:type="dxa"/>
            <w:gridSpan w:val="3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со специалистами других учреждений и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служб профилактики (ПДН, КДН, опека и попечительство,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учреждения дополнительного образования, спорта, культуры,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социозащитные учреждения и др.)</w:t>
            </w: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81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 (социальный педагог, воспитатель)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"___" ___________ 200__ г.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A3ACE" w:rsidRPr="00B70692" w:rsidRDefault="00EA3ACE" w:rsidP="006B0F8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&lt;*&gt; В план индивидуальной воспитательно-профилактической работы могут быть внесены изменения и дополнения с учетом психофизического состояния обучающегося и специфики профессиональной образовательной организации.</w:t>
      </w:r>
    </w:p>
    <w:p w:rsidR="00EA3ACE" w:rsidRPr="00C31380" w:rsidRDefault="00EA3ACE" w:rsidP="006B0F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D14A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4-шу</w:t>
      </w:r>
    </w:p>
    <w:p w:rsidR="00EA3ACE" w:rsidRPr="00C31380" w:rsidRDefault="00EA3ACE" w:rsidP="00BD14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6B0F8C">
      <w:pPr>
        <w:tabs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КАРТА</w:t>
      </w:r>
    </w:p>
    <w:p w:rsidR="00EA3ACE" w:rsidRPr="00C31380" w:rsidRDefault="00EA3ACE" w:rsidP="006B0F8C">
      <w:pPr>
        <w:tabs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ИНДИВИДУАЛЬНОГО ПСИХОЛОГО-ПЕДАГОГИЧЕСКОГО</w:t>
      </w:r>
    </w:p>
    <w:p w:rsidR="00EA3ACE" w:rsidRPr="00C31380" w:rsidRDefault="00EA3ACE" w:rsidP="006B0F8C">
      <w:pPr>
        <w:tabs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И ПРОФИЛАКТИЧЕСКОГО СОПРОВОЖДЕНИЯ ОБУЧАЮЩЕГОСЯ,</w:t>
      </w:r>
    </w:p>
    <w:p w:rsidR="00EA3ACE" w:rsidRPr="00C31380" w:rsidRDefault="00EA3ACE" w:rsidP="006B0F8C">
      <w:pPr>
        <w:tabs>
          <w:tab w:val="left" w:pos="80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СОСТОЯЩЕГО НА ВНУТРИКОЛЛЕДЖНОМ (ТЕХНИКОМУВСКОМ 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УЧЕТЕ</w:t>
      </w:r>
    </w:p>
    <w:p w:rsidR="00EA3ACE" w:rsidRPr="00C31380" w:rsidRDefault="00EA3ACE" w:rsidP="00BD1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Фамилия _______________ имя __________________ отчество 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Курс ____________________________________________________________________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Причины постановки на внутриколледжный (техникумовский) учет 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6B0F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ПСИХОЛОГО-ПЕДАГОГИЧЕСКИЕ МЕРЫ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(ЗАКЛЮЧЕНИЯ ШКОЛЬНОГО ПСИХОЛОГА, ПСИХОЛОГА И ДР.)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1843"/>
        <w:gridCol w:w="3827"/>
        <w:gridCol w:w="3456"/>
      </w:tblGrid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Дата,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843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827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Характер диагностики</w:t>
            </w:r>
          </w:p>
        </w:tc>
        <w:tc>
          <w:tcPr>
            <w:tcW w:w="3456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Заключение и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рекомендации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0368" w:type="dxa"/>
            <w:gridSpan w:val="4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Дата,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843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827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Причина обращения.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Характер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консультации, тематика</w:t>
            </w:r>
          </w:p>
        </w:tc>
        <w:tc>
          <w:tcPr>
            <w:tcW w:w="3456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Заключение и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рекомендации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0368" w:type="dxa"/>
            <w:gridSpan w:val="4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Учебно-воспитательная деятельность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Дата,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Итоги работы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0368" w:type="dxa"/>
            <w:gridSpan w:val="4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Работа с семьей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3456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0368" w:type="dxa"/>
            <w:gridSpan w:val="4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Взаимодействие с другими органами, службами и учреждениями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профилактики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0368" w:type="dxa"/>
            <w:gridSpan w:val="4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Сведения о получении информации из ведомств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Краткие сведения информации</w:t>
            </w: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242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6" w:type="dxa"/>
          </w:tcPr>
          <w:p w:rsidR="00EA3ACE" w:rsidRPr="00C31380" w:rsidRDefault="00EA3ACE" w:rsidP="003C10CE">
            <w:pPr>
              <w:tabs>
                <w:tab w:val="left" w:pos="1134"/>
                <w:tab w:val="left" w:pos="1276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Основания и дата снятия с учета несовершеннолетнего 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 (воспитатель, социальный педагог)_________________________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A3ACE" w:rsidRPr="00B70692" w:rsidRDefault="00EA3ACE" w:rsidP="002B5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&lt;*&gt; Карта заводится на каждого обучающегося, состоящего на внутриколледжном (техникумовском) учете. В нее могут быть внесены изменения и дополнения с учетом специфики профессиональной образовательной организации и психофизического состояния обучающегося.</w:t>
      </w: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BD14A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Pr="00C31380" w:rsidRDefault="00EA3ACE" w:rsidP="00BD14A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5-шу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 Совет профилактики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(название профессиональной 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образовательной организации)</w:t>
      </w:r>
    </w:p>
    <w:p w:rsidR="00EA3ACE" w:rsidRPr="00C31380" w:rsidRDefault="00EA3ACE" w:rsidP="00B70692">
      <w:pPr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EA3ACE" w:rsidRPr="00C31380" w:rsidRDefault="00EA3ACE" w:rsidP="00B70692">
      <w:pPr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 СНЯТИЕ С ВНУТРИКОЛЛЕДЖНОГО (ТЕХНИКУМОВСКОГО) УЧЕТА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tabs>
          <w:tab w:val="left" w:pos="8080"/>
        </w:tabs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Фамилия ________________ имя _____________ отчество 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обучающегося ________________ курса _______________ год рождения,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состоящего на внутриколледжном (техникумовском) учете 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EA3ACE" w:rsidRPr="00B70692" w:rsidRDefault="00EA3ACE" w:rsidP="00B70692">
      <w:pPr>
        <w:spacing w:after="0" w:line="240" w:lineRule="auto"/>
        <w:ind w:right="-5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(дата постановки, основание, причины)</w:t>
      </w:r>
    </w:p>
    <w:p w:rsidR="00EA3ACE" w:rsidRPr="00B70692" w:rsidRDefault="00EA3ACE" w:rsidP="00B70692">
      <w:pPr>
        <w:spacing w:after="0" w:line="240" w:lineRule="auto"/>
        <w:ind w:right="-55"/>
        <w:jc w:val="center"/>
        <w:rPr>
          <w:rFonts w:ascii="Times New Roman" w:hAnsi="Times New Roman" w:cs="Times New Roman"/>
          <w:sz w:val="20"/>
          <w:szCs w:val="20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 ходе проведения воспитательно-профилактических мероприятий: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 учетом мнения ____________________________________________________</w:t>
      </w:r>
    </w:p>
    <w:p w:rsidR="00EA3ACE" w:rsidRPr="00B70692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(ПДН ОВД, КДН, органов социальной защиты, опеки и попечительства)</w:t>
      </w:r>
    </w:p>
    <w:p w:rsidR="00EA3ACE" w:rsidRPr="00B70692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0"/>
          <w:szCs w:val="20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считаем необходимым __________________ обучающегося _____ курса с</w:t>
      </w:r>
    </w:p>
    <w:p w:rsidR="00EA3ACE" w:rsidRPr="00B70692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0"/>
          <w:szCs w:val="20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(Ф.И.О.)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внутриколледжного (техникумовского)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снять.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(социальной) работе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 (воспитатель, социальный педагог)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"__" __________ 20__ г.</w:t>
      </w: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D14A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1-шс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 Совет профилактики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(название профессиональной 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образовательной организации)</w:t>
      </w:r>
    </w:p>
    <w:p w:rsidR="00EA3ACE" w:rsidRPr="00C31380" w:rsidRDefault="00EA3ACE" w:rsidP="00B70692">
      <w:pPr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ПРЕДСТАВЛЕНИЕ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 xml:space="preserve">НА ПОСТАНОВКУ </w:t>
      </w:r>
    </w:p>
    <w:p w:rsidR="00EA3ACE" w:rsidRPr="00C31380" w:rsidRDefault="00EA3ACE" w:rsidP="00B70692">
      <w:pPr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  ВНУТРИКОЛЛЕДЖНЫЙ (ТЕХНИКУМОВСКИЙ) УЧЕТ СЕМЬИ</w:t>
      </w:r>
    </w:p>
    <w:p w:rsidR="00EA3ACE" w:rsidRPr="00C31380" w:rsidRDefault="00EA3ACE" w:rsidP="00B70692">
      <w:pPr>
        <w:spacing w:after="0" w:line="240" w:lineRule="auto"/>
        <w:ind w:right="-55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Социальный статус ________________________________________________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(полноценная, многодетная, одинокая мать/отец, малообеспеченная, опекунская)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Мать ____________________________________________________________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(Ф.И.О.)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Отец _____________________________________________________________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(Ф.И.О.)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Опекун (попечитель) ______________________________________________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(Ф.И.О.)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Адрес фактического проживания ____________________________________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Адрес регистрации ________________________________________________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Имеются дети _____________________________________________________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(имя, год рождения, где обучается или работает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70692">
        <w:rPr>
          <w:rFonts w:ascii="Times New Roman" w:hAnsi="Times New Roman" w:cs="Times New Roman"/>
          <w:sz w:val="20"/>
          <w:szCs w:val="20"/>
        </w:rPr>
        <w:t>(не работает)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 _______________________________________________________________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(причины постановки на внутриколледжный (техникумовский) учет)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а также по представлению _________________________________________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(ПДН ОВД, КДН, органов социальной защиты, опеки (попечительства)</w:t>
      </w:r>
    </w:p>
    <w:p w:rsidR="00EA3ACE" w:rsidRPr="00B70692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0"/>
          <w:szCs w:val="20"/>
        </w:rPr>
      </w:pP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считаем необходимым семью ___________________________ поставить на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внутриколледжный (техникумовский) учет семей, находящихся в социально опасном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380">
        <w:rPr>
          <w:rFonts w:ascii="Times New Roman" w:hAnsi="Times New Roman" w:cs="Times New Roman"/>
          <w:sz w:val="28"/>
          <w:szCs w:val="28"/>
        </w:rPr>
        <w:t>положении.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(социальной) работе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 (воспитатель, социальный педагог)</w:t>
      </w:r>
    </w:p>
    <w:p w:rsidR="00EA3ACE" w:rsidRPr="00C31380" w:rsidRDefault="00EA3ACE" w:rsidP="00B70692">
      <w:pPr>
        <w:spacing w:after="0" w:line="240" w:lineRule="auto"/>
        <w:ind w:right="-55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"___" __________ 200__ г.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D14A8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2-шс</w:t>
      </w:r>
    </w:p>
    <w:p w:rsidR="00EA3ACE" w:rsidRPr="00C31380" w:rsidRDefault="00EA3ACE" w:rsidP="00BD14A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D1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УЧЕТНАЯ КАРТОЧКА СЕМЬИ,</w:t>
      </w:r>
    </w:p>
    <w:p w:rsidR="00EA3ACE" w:rsidRPr="00C31380" w:rsidRDefault="00EA3ACE" w:rsidP="00BD1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НАХОДЯЩЕЙСЯ В СОЦИАЛЬНО ОПАСНОМ ПОЛОЖЕНИИ</w:t>
      </w:r>
    </w:p>
    <w:p w:rsidR="00EA3ACE" w:rsidRPr="00C31380" w:rsidRDefault="00EA3ACE" w:rsidP="00BD14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Дата постановки на внутриколледжный (техникумовский) учет ____________</w:t>
      </w:r>
    </w:p>
    <w:p w:rsidR="00EA3ACE" w:rsidRPr="00C31380" w:rsidRDefault="00EA3ACE" w:rsidP="002B5ED9">
      <w:pPr>
        <w:tabs>
          <w:tab w:val="left" w:pos="82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Основания постановки на внутриколледжный (техникумовский) учет _______</w:t>
      </w:r>
    </w:p>
    <w:p w:rsidR="00EA3ACE" w:rsidRPr="00C31380" w:rsidRDefault="00EA3ACE" w:rsidP="002B5ED9">
      <w:pPr>
        <w:tabs>
          <w:tab w:val="left" w:pos="822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Мать 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Отец 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Брак родителей 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Опекун (попечитель) 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Место работы (на пенсии) 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Количество детей ___________________________________________________</w:t>
      </w:r>
    </w:p>
    <w:p w:rsidR="00EA3ACE" w:rsidRPr="00B70692" w:rsidRDefault="00EA3ACE" w:rsidP="002B5ED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(имя, год рождения, где обучается или работает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70692">
        <w:rPr>
          <w:rFonts w:ascii="Times New Roman" w:hAnsi="Times New Roman" w:cs="Times New Roman"/>
          <w:sz w:val="20"/>
          <w:szCs w:val="20"/>
        </w:rPr>
        <w:t>(не работает), социальный статус)</w:t>
      </w:r>
    </w:p>
    <w:p w:rsidR="00EA3ACE" w:rsidRPr="00C31380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EA3ACE" w:rsidRPr="00C31380" w:rsidRDefault="00EA3ACE" w:rsidP="00DA59FF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 семье также проживают: 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Семья фактически проживает по адресу: 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Место регистрации 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Социальный статус семьи ____________________________________________</w:t>
      </w:r>
    </w:p>
    <w:p w:rsidR="00EA3ACE" w:rsidRPr="00B70692" w:rsidRDefault="00EA3ACE" w:rsidP="002B5ED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(полноценная, многодетная, одинокая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70692">
        <w:rPr>
          <w:rFonts w:ascii="Times New Roman" w:hAnsi="Times New Roman" w:cs="Times New Roman"/>
          <w:sz w:val="20"/>
          <w:szCs w:val="20"/>
        </w:rPr>
        <w:t>мать/отец, малообеспеченная, опекунская)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Жилищные условия 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Семья имеет: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Общий доход 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Получает детское пособие 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Получает пенсию по потере кормильца 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Оказывалась социальная помощь ранее 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2B5E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Краткая характеристика социально-психологической</w:t>
      </w:r>
    </w:p>
    <w:p w:rsidR="00EA3ACE" w:rsidRPr="00C31380" w:rsidRDefault="00EA3ACE" w:rsidP="002B5E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ситуации в семье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 (социальный педагог, воспитатель)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"__" __________ 20__ г.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3-шс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Утверждаю: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Заместитель директора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"__" _________ 20 г.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ПЛАН</w:t>
      </w:r>
    </w:p>
    <w:p w:rsidR="00EA3ACE" w:rsidRPr="00C31380" w:rsidRDefault="00EA3ACE" w:rsidP="00B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ИНДИВИДУАЛЬНОЙ ПРОФИЛАКТИЧЕСКОЙ РАБОТЫ</w:t>
      </w:r>
    </w:p>
    <w:p w:rsidR="00EA3ACE" w:rsidRPr="00C31380" w:rsidRDefault="00EA3ACE" w:rsidP="00B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 семьей обучающегося ___________________________________________,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состоящей на внутриколледжном (техникумовском) учете_______________</w:t>
      </w:r>
    </w:p>
    <w:p w:rsidR="00EA3ACE" w:rsidRPr="00B70692" w:rsidRDefault="00EA3ACE" w:rsidP="00AA75F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(причины, дата и основания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70692">
        <w:rPr>
          <w:rFonts w:ascii="Times New Roman" w:hAnsi="Times New Roman" w:cs="Times New Roman"/>
          <w:sz w:val="20"/>
          <w:szCs w:val="20"/>
        </w:rPr>
        <w:t>постановки)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819"/>
        <w:gridCol w:w="1701"/>
        <w:gridCol w:w="2709"/>
      </w:tblGrid>
      <w:tr w:rsidR="00EA3ACE" w:rsidRPr="00C31380">
        <w:tc>
          <w:tcPr>
            <w:tcW w:w="95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81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170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70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EA3ACE" w:rsidRPr="00C31380">
        <w:tc>
          <w:tcPr>
            <w:tcW w:w="10188" w:type="dxa"/>
            <w:gridSpan w:val="4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Взаимодействие со специалистами и другими педагогами</w:t>
            </w:r>
          </w:p>
          <w:p w:rsidR="00EA3ACE" w:rsidRPr="00C31380" w:rsidRDefault="00EA3ACE" w:rsidP="003C10CE">
            <w:pPr>
              <w:spacing w:after="0" w:line="240" w:lineRule="auto"/>
              <w:ind w:right="1133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профессиональной образовательной организации (психолог, социальный педагог, воспитатель и др.)</w:t>
            </w:r>
          </w:p>
        </w:tc>
      </w:tr>
      <w:tr w:rsidR="00EA3ACE" w:rsidRPr="00C31380">
        <w:tc>
          <w:tcPr>
            <w:tcW w:w="95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95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95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0188" w:type="dxa"/>
            <w:gridSpan w:val="4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Совместная деятельность со специалистами других учреждений и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служб профилактики (ПДН, КДН, опека и попечительство,</w:t>
            </w:r>
          </w:p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социозащитные учреждения и др.)</w:t>
            </w:r>
          </w:p>
        </w:tc>
      </w:tr>
      <w:tr w:rsidR="00EA3ACE" w:rsidRPr="00C31380">
        <w:tc>
          <w:tcPr>
            <w:tcW w:w="95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95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95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9" w:type="dxa"/>
          </w:tcPr>
          <w:p w:rsidR="00EA3ACE" w:rsidRPr="00C31380" w:rsidRDefault="00EA3ACE" w:rsidP="003C10C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 (социальный педагог, воспитатель)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"___" __________ 20__ г.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A3ACE" w:rsidRPr="00B70692" w:rsidRDefault="00EA3ACE" w:rsidP="00DA59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692">
        <w:rPr>
          <w:rFonts w:ascii="Times New Roman" w:hAnsi="Times New Roman" w:cs="Times New Roman"/>
          <w:sz w:val="24"/>
          <w:szCs w:val="24"/>
        </w:rPr>
        <w:t>&lt;*&gt; В план индивидуальной профилактической работы могут быть внесены изменения и дополнения с учетом социально-психологической ситуации, сложившейся в семье, и специфики профессиональной образовательной организации.</w:t>
      </w:r>
    </w:p>
    <w:p w:rsidR="00EA3ACE" w:rsidRPr="00C31380" w:rsidRDefault="00EA3ACE" w:rsidP="00953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4-шс</w:t>
      </w:r>
    </w:p>
    <w:p w:rsidR="00EA3ACE" w:rsidRPr="00C31380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КАРТА</w:t>
      </w:r>
    </w:p>
    <w:p w:rsidR="00EA3ACE" w:rsidRPr="00C31380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ИНДИВИДУАЛЬНОЙ ПРОФИЛАКТИЧЕСКОЙ РАБОТЫ</w:t>
      </w:r>
    </w:p>
    <w:p w:rsidR="00EA3ACE" w:rsidRPr="00C31380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И ПСИХОЛОГО-ПЕДАГОГИЧЕСКОГО СОПРОВОЖДЕНИЯ</w:t>
      </w:r>
    </w:p>
    <w:p w:rsidR="00EA3ACE" w:rsidRPr="00C31380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Семьи обучающегося ________________________________________________</w:t>
      </w:r>
    </w:p>
    <w:p w:rsidR="00EA3ACE" w:rsidRPr="00C31380" w:rsidRDefault="00EA3ACE" w:rsidP="00B70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состоящей на внутриколледжном (техникумовском) учете _________________</w:t>
      </w:r>
    </w:p>
    <w:p w:rsidR="00EA3ACE" w:rsidRPr="00B70692" w:rsidRDefault="00EA3ACE" w:rsidP="00B7069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(причины, дата и основания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70692">
        <w:rPr>
          <w:rFonts w:ascii="Times New Roman" w:hAnsi="Times New Roman" w:cs="Times New Roman"/>
          <w:sz w:val="20"/>
          <w:szCs w:val="20"/>
        </w:rPr>
        <w:t>постановки)</w:t>
      </w:r>
    </w:p>
    <w:p w:rsidR="00EA3ACE" w:rsidRPr="00C31380" w:rsidRDefault="00EA3ACE" w:rsidP="00B70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ПСИХОЛОГО-ПЕДАГОГИЧЕСКИЕ МЕРЫ</w:t>
      </w:r>
    </w:p>
    <w:p w:rsidR="00EA3ACE" w:rsidRPr="00C31380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(ЗАКЛЮЧЕНИЯ ШКОЛЬНОГО ПСИХОЛОГА, ПСИХОЛОГА ПМС ЦЕНТРА И ДР.)</w:t>
      </w:r>
    </w:p>
    <w:p w:rsidR="00EA3ACE" w:rsidRPr="00C31380" w:rsidRDefault="00EA3ACE" w:rsidP="00B70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2126"/>
        <w:gridCol w:w="3119"/>
        <w:gridCol w:w="3559"/>
      </w:tblGrid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Дата,</w:t>
            </w:r>
          </w:p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126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11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Характер</w:t>
            </w:r>
          </w:p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диагностики</w:t>
            </w: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Заключение и</w:t>
            </w:r>
          </w:p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Рекомендации</w:t>
            </w: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0188" w:type="dxa"/>
            <w:gridSpan w:val="4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Дата,</w:t>
            </w:r>
          </w:p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126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11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Причина обращения.</w:t>
            </w:r>
          </w:p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Характер</w:t>
            </w:r>
          </w:p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консультации,</w:t>
            </w:r>
          </w:p>
          <w:p w:rsidR="00EA3ACE" w:rsidRPr="00C31380" w:rsidRDefault="00EA3ACE" w:rsidP="00B706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тематика</w:t>
            </w: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Заключение и</w:t>
            </w:r>
          </w:p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Рекомендации</w:t>
            </w: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0188" w:type="dxa"/>
            <w:gridSpan w:val="4"/>
          </w:tcPr>
          <w:p w:rsidR="00EA3ACE" w:rsidRPr="00C31380" w:rsidRDefault="00EA3ACE" w:rsidP="00B706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Взаимодействие с другими органами, службами и учреждениями</w:t>
            </w:r>
          </w:p>
          <w:p w:rsidR="00EA3ACE" w:rsidRPr="00C31380" w:rsidRDefault="00EA3ACE" w:rsidP="00B706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профилактики</w:t>
            </w: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245" w:type="dxa"/>
            <w:gridSpan w:val="2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Содержание деятельности</w:t>
            </w: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0188" w:type="dxa"/>
            <w:gridSpan w:val="4"/>
          </w:tcPr>
          <w:p w:rsidR="00EA3ACE" w:rsidRPr="00C31380" w:rsidRDefault="00EA3ACE" w:rsidP="00B706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Сведения о получении информации из ведомств</w:t>
            </w: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245" w:type="dxa"/>
            <w:gridSpan w:val="2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Краткие сведения информации</w:t>
            </w:r>
          </w:p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1380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3ACE" w:rsidRPr="00C31380">
        <w:tc>
          <w:tcPr>
            <w:tcW w:w="1384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gridSpan w:val="2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59" w:type="dxa"/>
          </w:tcPr>
          <w:p w:rsidR="00EA3ACE" w:rsidRPr="00C31380" w:rsidRDefault="00EA3ACE" w:rsidP="00B706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A3ACE" w:rsidRPr="00C31380" w:rsidRDefault="00EA3ACE" w:rsidP="00B706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Отметка о снятии с учета семьи как находящейся в социально опасном положении ________________________________________________</w:t>
      </w:r>
    </w:p>
    <w:p w:rsidR="00EA3ACE" w:rsidRPr="00C31380" w:rsidRDefault="00EA3ACE" w:rsidP="00B70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 (воспитатель, социальный педагог)</w:t>
      </w:r>
    </w:p>
    <w:p w:rsidR="00EA3ACE" w:rsidRPr="00C31380" w:rsidRDefault="00EA3ACE" w:rsidP="00B70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EA3ACE" w:rsidRPr="00B70692" w:rsidRDefault="00EA3ACE" w:rsidP="00B706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692">
        <w:rPr>
          <w:rFonts w:ascii="Times New Roman" w:hAnsi="Times New Roman" w:cs="Times New Roman"/>
          <w:sz w:val="24"/>
          <w:szCs w:val="24"/>
        </w:rPr>
        <w:t>&lt;*&gt; Карта заводится на каждую семью, состоящую на внутриколледжном (техникумовском) учете, и в нее могут быть внесены изменения и дополнения с учетом социально-психологической ситуации в семье.</w:t>
      </w: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A3ACE" w:rsidRPr="00C31380" w:rsidRDefault="00EA3ACE" w:rsidP="00B3581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C31380">
        <w:rPr>
          <w:rFonts w:ascii="Times New Roman" w:hAnsi="Times New Roman" w:cs="Times New Roman"/>
          <w:b/>
          <w:bCs/>
          <w:sz w:val="28"/>
          <w:szCs w:val="28"/>
        </w:rPr>
        <w:t>Форма 5-шс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 Совет профилактики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 xml:space="preserve">(название профессиональной </w:t>
      </w:r>
    </w:p>
    <w:p w:rsidR="00EA3ACE" w:rsidRPr="00C31380" w:rsidRDefault="00EA3ACE" w:rsidP="00B70692">
      <w:pPr>
        <w:spacing w:after="0" w:line="240" w:lineRule="auto"/>
        <w:ind w:right="-55"/>
        <w:jc w:val="right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образовательной организации)</w:t>
      </w:r>
    </w:p>
    <w:p w:rsidR="00EA3ACE" w:rsidRPr="00C31380" w:rsidRDefault="00EA3ACE" w:rsidP="00B3581D">
      <w:pPr>
        <w:spacing w:after="0" w:line="240" w:lineRule="auto"/>
        <w:ind w:right="1133"/>
        <w:jc w:val="right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ПРЕДСТАВЛЕНИЕ</w:t>
      </w:r>
    </w:p>
    <w:p w:rsidR="00EA3ACE" w:rsidRPr="00C31380" w:rsidRDefault="00EA3ACE" w:rsidP="00B706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НА СНЯТИЕ С ВНУТРИКОЛЛЕДЖНОГО (ТЕХНИКУМОВСКОГО) УЧЕТА</w:t>
      </w:r>
    </w:p>
    <w:p w:rsidR="00EA3ACE" w:rsidRPr="00C31380" w:rsidRDefault="00EA3ACE" w:rsidP="00B3581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Семьи обучающегося 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Мать 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Отец 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Опекун (попечитель) 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Адрес проживания семьи 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Состоящей на учете ________________________________________________</w:t>
      </w:r>
    </w:p>
    <w:p w:rsidR="00EA3ACE" w:rsidRPr="00B70692" w:rsidRDefault="00EA3ACE" w:rsidP="00DA59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70692">
        <w:rPr>
          <w:rFonts w:ascii="Times New Roman" w:hAnsi="Times New Roman" w:cs="Times New Roman"/>
          <w:sz w:val="20"/>
          <w:szCs w:val="20"/>
        </w:rPr>
        <w:t>(дата постановки, основание, причины)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В ходе проведения индивидуальной профилактической работы 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а также по представлению ___________________________________________</w:t>
      </w:r>
    </w:p>
    <w:p w:rsidR="00EA3ACE" w:rsidRPr="00B70692" w:rsidRDefault="00EA3ACE" w:rsidP="00DA59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 w:rsidRPr="00B70692">
        <w:rPr>
          <w:rFonts w:ascii="Times New Roman" w:hAnsi="Times New Roman" w:cs="Times New Roman"/>
          <w:sz w:val="20"/>
          <w:szCs w:val="20"/>
        </w:rPr>
        <w:t>(ПДН ОВД, КДН, органов социальной защиты, опеки (попечительства)</w:t>
      </w:r>
    </w:p>
    <w:p w:rsidR="00EA3ACE" w:rsidRPr="00C31380" w:rsidRDefault="00EA3ACE" w:rsidP="00DA59FF">
      <w:pPr>
        <w:tabs>
          <w:tab w:val="left" w:pos="8080"/>
        </w:tabs>
        <w:spacing w:after="0" w:line="240" w:lineRule="auto"/>
        <w:ind w:right="1133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предлагаем семью _______________________________ с внутриколледжного (техникумовского) учета снять.</w:t>
      </w:r>
    </w:p>
    <w:p w:rsidR="00EA3ACE" w:rsidRPr="00C31380" w:rsidRDefault="00EA3ACE" w:rsidP="00DA59FF">
      <w:pPr>
        <w:tabs>
          <w:tab w:val="left" w:pos="8080"/>
        </w:tabs>
        <w:spacing w:after="0" w:line="240" w:lineRule="auto"/>
        <w:ind w:right="1133"/>
        <w:rPr>
          <w:rFonts w:ascii="Times New Roman" w:hAnsi="Times New Roman" w:cs="Times New Roman"/>
          <w:sz w:val="28"/>
          <w:szCs w:val="28"/>
        </w:rPr>
      </w:pP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Заместитель директора по воспитательной (социальной) работе</w:t>
      </w:r>
    </w:p>
    <w:p w:rsidR="00EA3ACE" w:rsidRPr="00C31380" w:rsidRDefault="00EA3ACE" w:rsidP="00466B0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31380">
        <w:rPr>
          <w:rFonts w:ascii="Times New Roman" w:hAnsi="Times New Roman" w:cs="Times New Roman"/>
          <w:sz w:val="28"/>
          <w:szCs w:val="28"/>
        </w:rPr>
        <w:t>Классный руководитель (воспитатель, социальный педагог)</w:t>
      </w:r>
    </w:p>
    <w:p w:rsidR="00EA3ACE" w:rsidRPr="00C31380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"___" __________ 20</w:t>
      </w:r>
      <w:r w:rsidRPr="00C31380">
        <w:rPr>
          <w:rFonts w:ascii="Times New Roman" w:hAnsi="Times New Roman" w:cs="Times New Roman"/>
          <w:sz w:val="28"/>
          <w:szCs w:val="28"/>
        </w:rPr>
        <w:t>__ г.</w:t>
      </w:r>
    </w:p>
    <w:p w:rsidR="00EA3ACE" w:rsidRPr="00C31380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  <w:r w:rsidRPr="00CD32C1">
        <w:rPr>
          <w:color w:val="1F497D"/>
          <w:lang w:eastAsia="ru-RU"/>
        </w:rPr>
        <w:t>Марина Юрьевна!</w:t>
      </w: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  <w:r w:rsidRPr="00CD32C1">
        <w:rPr>
          <w:color w:val="1F497D"/>
          <w:lang w:eastAsia="ru-RU"/>
        </w:rPr>
        <w:t>Посмотрела!!!! Все очень хорошо, вот бы так работа и проводилась…</w:t>
      </w: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  <w:r w:rsidRPr="00CD32C1">
        <w:rPr>
          <w:color w:val="1F497D"/>
          <w:lang w:eastAsia="ru-RU"/>
        </w:rPr>
        <w:t>Что бы чуть поменяла: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2. Руководителям профессиональных образовательных организаций: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- организовать учет обучающихся и семей, находящихся в социально опасном положении.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- организовать выявление, учет обучающихся и семей, находящихся в социально опасном положении, и проведение с ними индивидуальной профилактической работы</w:t>
      </w:r>
    </w:p>
    <w:p w:rsidR="00EA3ACE" w:rsidRPr="00CD32C1" w:rsidRDefault="00EA3ACE" w:rsidP="00CD32C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учет в профессиональной образовательной организации обучающихся и семей, находящихся в социально опасном положении (далее – внутриколледжный (техникумовский) учет), ‒ система индивидуальных профилактических мероприятий, осуществляемая профессиональной образовательной организацией в отношении обучающегося и семьи, находящихся в социально опасном положении, которая направлена на</w:t>
      </w:r>
    </w:p>
    <w:p w:rsidR="00EA3ACE" w:rsidRPr="00CD32C1" w:rsidRDefault="00EA3ACE" w:rsidP="00CD32C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3ACE" w:rsidRPr="00CD32C1" w:rsidRDefault="00EA3ACE" w:rsidP="00CD32C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система выявления обучающихся и семей, находящихся в социально опасном положении, и организации профессиональной образовательной организацией в их отношении индивидуальной профилактической работы </w:t>
      </w:r>
    </w:p>
    <w:p w:rsidR="00EA3ACE" w:rsidRPr="00CD32C1" w:rsidRDefault="00EA3ACE" w:rsidP="00CD32C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2.2. На внутриколледжный (техникумовский) учет ставятся: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2.2.1. Обучающиеся: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- не посещающие или систематически пропускающие без уважительных причин учебные занятия в профессиональных образовательных организациях;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- занимающиеся бродяжничеством или попрошайничеством;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- совершившие противоправные действия и неоднократно нарушившие устав профессиональной образовательной организации и Правила поведения обучающегося;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-неуспевающие или оставленные по неуважительным причинам на повторный курс обучения;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- склонные к употреблению наркотических средств или психотропных веществ безназначения врача либо других психоактивных веществ;</w:t>
      </w:r>
    </w:p>
    <w:p w:rsidR="00EA3ACE" w:rsidRPr="00CD32C1" w:rsidRDefault="00EA3ACE" w:rsidP="00CD32C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А употребляющие пиво и спиртные напитки?, имеющие негативно влияющие на личность зависимости (компьютерная...)</w:t>
      </w: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  <w:r w:rsidRPr="00CD32C1">
        <w:rPr>
          <w:color w:val="1F497D"/>
          <w:lang w:eastAsia="ru-RU"/>
        </w:rPr>
        <w:t>Может вписать попытки суицидов???? – это просто для размышления….</w:t>
      </w:r>
    </w:p>
    <w:p w:rsidR="00EA3ACE" w:rsidRPr="00CD32C1" w:rsidRDefault="00EA3ACE" w:rsidP="00CD32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>-совместно со специалистами и педагогами профессиональной образовательной организации с участием сотрудников органов внутренних дел, социальной защиты населения, органов опеки и попечительства составляется план индивидуальной профилактической работы с обучающимся (форма 3-шу), который утверждается заместителем директора по воспитательной (социальной) работе;</w:t>
      </w:r>
    </w:p>
    <w:p w:rsidR="00EA3ACE" w:rsidRPr="00CD32C1" w:rsidRDefault="00EA3ACE" w:rsidP="00CD32C1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CD32C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Может: который утверждается на Совете по профилактике??? (если вписаны мероприятия, которые будут проводить ПДН, опека…)</w:t>
      </w: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  <w:r w:rsidRPr="00CD32C1">
        <w:rPr>
          <w:rFonts w:ascii="Times New Roman" w:hAnsi="Times New Roman" w:cs="Times New Roman"/>
          <w:sz w:val="28"/>
          <w:szCs w:val="28"/>
          <w:lang w:eastAsia="ru-RU"/>
        </w:rPr>
        <w:t xml:space="preserve">Классный руководитель (воспитатель, социальный педагог) совместно со специалистами и педагогами профессиональной образовательной организации с участием сотрудников органов внутренних дел, социальной защиты населения, опеки и попечительства составляет план индивидуальной профилактической работы с семьей (форма 3-шс), который утверждается заместителем директора по воспитательной (социальной) работе </w:t>
      </w:r>
      <w:r w:rsidRPr="00CD32C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Аналогично:</w:t>
      </w:r>
      <w:r w:rsidRPr="00CD32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D32C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утверждается на Совете по профилактике</w:t>
      </w: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  <w:r w:rsidRPr="00CD32C1">
        <w:rPr>
          <w:color w:val="1F497D"/>
          <w:lang w:eastAsia="ru-RU"/>
        </w:rPr>
        <w:t>А психологи есть в учреждениях – может и их вписать, а то - должны работать классные, соц педагог, зам по УВР, а психолог???</w:t>
      </w: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  <w:r w:rsidRPr="00CD32C1">
        <w:rPr>
          <w:color w:val="1F497D"/>
          <w:lang w:eastAsia="ru-RU"/>
        </w:rPr>
        <w:t>Я бы еще добавила перечень примерных мероприятий, которые можно вносить в план реабилитации, у наших с эти самые большие проблемы… Для этого на заседании в декабре мы утверждали методички по формированию плана…</w:t>
      </w:r>
    </w:p>
    <w:p w:rsidR="00EA3ACE" w:rsidRPr="00CD32C1" w:rsidRDefault="00EA3ACE" w:rsidP="00CD32C1">
      <w:pPr>
        <w:spacing w:after="0" w:line="240" w:lineRule="auto"/>
        <w:rPr>
          <w:color w:val="1F497D"/>
          <w:lang w:eastAsia="ru-RU"/>
        </w:rPr>
      </w:pPr>
      <w:r w:rsidRPr="00CD32C1">
        <w:rPr>
          <w:color w:val="1F497D"/>
          <w:lang w:eastAsia="ru-RU"/>
        </w:rPr>
        <w:t>Сбрасываю их Вам в электронном виде.</w:t>
      </w:r>
    </w:p>
    <w:p w:rsidR="00EA3ACE" w:rsidRDefault="00EA3ACE" w:rsidP="00466B0A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A3ACE" w:rsidSect="00AC7231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3ACE" w:rsidRDefault="00EA3ACE">
      <w:r>
        <w:separator/>
      </w:r>
    </w:p>
  </w:endnote>
  <w:endnote w:type="continuationSeparator" w:id="1">
    <w:p w:rsidR="00EA3ACE" w:rsidRDefault="00EA3A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3ACE" w:rsidRDefault="00EA3ACE">
      <w:r>
        <w:separator/>
      </w:r>
    </w:p>
  </w:footnote>
  <w:footnote w:type="continuationSeparator" w:id="1">
    <w:p w:rsidR="00EA3ACE" w:rsidRDefault="00EA3A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ACE" w:rsidRDefault="00EA3ACE" w:rsidP="0070018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11</w:t>
    </w:r>
    <w:r>
      <w:rPr>
        <w:rStyle w:val="PageNumber"/>
      </w:rPr>
      <w:fldChar w:fldCharType="end"/>
    </w:r>
  </w:p>
  <w:p w:rsidR="00EA3ACE" w:rsidRPr="004D1A14" w:rsidRDefault="00EA3ACE" w:rsidP="004D1A14">
    <w:pPr>
      <w:pStyle w:val="Header"/>
      <w:spacing w:after="0" w:line="240" w:lineRule="auto"/>
      <w:rPr>
        <w:rFonts w:ascii="Times New Roman" w:hAnsi="Times New Roman" w:cs="Times New Roman"/>
        <w:sz w:val="20"/>
        <w:szCs w:val="20"/>
      </w:rPr>
    </w:pPr>
  </w:p>
  <w:p w:rsidR="00EA3ACE" w:rsidRPr="004D1A14" w:rsidRDefault="00EA3ACE" w:rsidP="004D1A14">
    <w:pPr>
      <w:pStyle w:val="Header"/>
      <w:spacing w:after="0" w:line="240" w:lineRule="auto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B256C"/>
    <w:multiLevelType w:val="hybridMultilevel"/>
    <w:tmpl w:val="2AFC5802"/>
    <w:lvl w:ilvl="0" w:tplc="37169B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6B0A"/>
    <w:rsid w:val="000B2EB6"/>
    <w:rsid w:val="00110BF8"/>
    <w:rsid w:val="001A4C04"/>
    <w:rsid w:val="002B5ED9"/>
    <w:rsid w:val="003300FB"/>
    <w:rsid w:val="00330DBB"/>
    <w:rsid w:val="003A5928"/>
    <w:rsid w:val="003C10CE"/>
    <w:rsid w:val="00450D4A"/>
    <w:rsid w:val="00466B0A"/>
    <w:rsid w:val="00475AAB"/>
    <w:rsid w:val="00485BBD"/>
    <w:rsid w:val="004A5555"/>
    <w:rsid w:val="004D1A14"/>
    <w:rsid w:val="005C4CB5"/>
    <w:rsid w:val="00612693"/>
    <w:rsid w:val="006459C4"/>
    <w:rsid w:val="00666BB5"/>
    <w:rsid w:val="006B0F8C"/>
    <w:rsid w:val="006E7EA9"/>
    <w:rsid w:val="00700188"/>
    <w:rsid w:val="00705078"/>
    <w:rsid w:val="00710AF5"/>
    <w:rsid w:val="007805BE"/>
    <w:rsid w:val="007F43C8"/>
    <w:rsid w:val="008202BC"/>
    <w:rsid w:val="00890151"/>
    <w:rsid w:val="00910E60"/>
    <w:rsid w:val="00932FFA"/>
    <w:rsid w:val="009531FC"/>
    <w:rsid w:val="0096693A"/>
    <w:rsid w:val="00A739BA"/>
    <w:rsid w:val="00AA75FD"/>
    <w:rsid w:val="00AC5B33"/>
    <w:rsid w:val="00AC7231"/>
    <w:rsid w:val="00B3581D"/>
    <w:rsid w:val="00B70692"/>
    <w:rsid w:val="00BA58BC"/>
    <w:rsid w:val="00BD14A8"/>
    <w:rsid w:val="00C05223"/>
    <w:rsid w:val="00C31380"/>
    <w:rsid w:val="00C373E2"/>
    <w:rsid w:val="00CC5898"/>
    <w:rsid w:val="00CD32C1"/>
    <w:rsid w:val="00CF5F5C"/>
    <w:rsid w:val="00D41103"/>
    <w:rsid w:val="00DA59FF"/>
    <w:rsid w:val="00DC0C78"/>
    <w:rsid w:val="00DF4B7E"/>
    <w:rsid w:val="00E27682"/>
    <w:rsid w:val="00EA3ACE"/>
    <w:rsid w:val="00F06DA4"/>
    <w:rsid w:val="00FD4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1F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10BF8"/>
    <w:pPr>
      <w:ind w:left="720"/>
    </w:pPr>
  </w:style>
  <w:style w:type="table" w:styleId="TableGrid">
    <w:name w:val="Table Grid"/>
    <w:basedOn w:val="TableNormal"/>
    <w:uiPriority w:val="99"/>
    <w:rsid w:val="00450D4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D1A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10E60"/>
    <w:rPr>
      <w:lang w:eastAsia="en-US"/>
    </w:rPr>
  </w:style>
  <w:style w:type="character" w:styleId="PageNumber">
    <w:name w:val="page number"/>
    <w:basedOn w:val="DefaultParagraphFont"/>
    <w:uiPriority w:val="99"/>
    <w:rsid w:val="004D1A14"/>
  </w:style>
  <w:style w:type="paragraph" w:styleId="Footer">
    <w:name w:val="footer"/>
    <w:basedOn w:val="Normal"/>
    <w:link w:val="FooterChar"/>
    <w:uiPriority w:val="99"/>
    <w:rsid w:val="004D1A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10E60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62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</TotalTime>
  <Pages>21</Pages>
  <Words>4906</Words>
  <Characters>27965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СМОЛЕНСКОЙ ОБЛАСТИ</dc:title>
  <dc:subject/>
  <dc:creator>КПП-4</dc:creator>
  <cp:keywords/>
  <dc:description/>
  <cp:lastModifiedBy>User</cp:lastModifiedBy>
  <cp:revision>8</cp:revision>
  <dcterms:created xsi:type="dcterms:W3CDTF">2014-02-19T08:10:00Z</dcterms:created>
  <dcterms:modified xsi:type="dcterms:W3CDTF">2014-02-20T15:35:00Z</dcterms:modified>
</cp:coreProperties>
</file>